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3E3" w:rsidRPr="009B44A9" w:rsidRDefault="00FA33E3" w:rsidP="00CB526A">
      <w:pPr>
        <w:autoSpaceDE/>
        <w:autoSpaceDN/>
        <w:rPr>
          <w:rFonts w:hAnsi="ＭＳ 明朝"/>
          <w:color w:val="000000" w:themeColor="text1"/>
        </w:rPr>
      </w:pPr>
      <w:r w:rsidRPr="009B44A9">
        <w:rPr>
          <w:rFonts w:hAnsi="ＭＳ 明朝" w:hint="eastAsia"/>
          <w:color w:val="000000" w:themeColor="text1"/>
        </w:rPr>
        <w:t>様式第１号（第４条関係）</w:t>
      </w:r>
    </w:p>
    <w:p w:rsidR="00FA33E3" w:rsidRPr="009B44A9" w:rsidRDefault="00FA33E3">
      <w:pPr>
        <w:jc w:val="right"/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年　　月　　日　</w:t>
      </w:r>
    </w:p>
    <w:p w:rsidR="00FA33E3" w:rsidRPr="009B44A9" w:rsidRDefault="00FA33E3">
      <w:pPr>
        <w:rPr>
          <w:rFonts w:hAnsi="Courier New"/>
          <w:color w:val="000000" w:themeColor="text1"/>
        </w:rPr>
      </w:pPr>
    </w:p>
    <w:p w:rsidR="00FA33E3" w:rsidRPr="009B44A9" w:rsidRDefault="00FA33E3">
      <w:pPr>
        <w:jc w:val="center"/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　　</w:t>
      </w:r>
      <w:r w:rsidR="007F484F" w:rsidRPr="009B44A9">
        <w:rPr>
          <w:rFonts w:hAnsi="Courier New" w:hint="eastAsia"/>
          <w:color w:val="000000" w:themeColor="text1"/>
        </w:rPr>
        <w:t>２０２５</w:t>
      </w:r>
      <w:r w:rsidRPr="009B44A9">
        <w:rPr>
          <w:rFonts w:hAnsi="Courier New" w:hint="eastAsia"/>
          <w:color w:val="000000" w:themeColor="text1"/>
        </w:rPr>
        <w:t>年度雲南市太陽光発電</w:t>
      </w:r>
      <w:r w:rsidR="00661F9C" w:rsidRPr="009B44A9">
        <w:rPr>
          <w:rFonts w:hAnsi="Courier New" w:hint="eastAsia"/>
          <w:color w:val="000000" w:themeColor="text1"/>
        </w:rPr>
        <w:t>設備等</w:t>
      </w:r>
      <w:r w:rsidRPr="009B44A9">
        <w:rPr>
          <w:rFonts w:hAnsi="Courier New" w:hint="eastAsia"/>
          <w:color w:val="000000" w:themeColor="text1"/>
        </w:rPr>
        <w:t>導入促進事業補助金交付申請書</w:t>
      </w:r>
    </w:p>
    <w:p w:rsidR="00FA33E3" w:rsidRPr="009B44A9" w:rsidRDefault="00FA33E3">
      <w:pPr>
        <w:rPr>
          <w:rFonts w:hAnsi="Courier New"/>
          <w:color w:val="000000" w:themeColor="text1"/>
        </w:rPr>
      </w:pPr>
    </w:p>
    <w:p w:rsidR="00FA33E3" w:rsidRPr="009B44A9" w:rsidRDefault="00FA33E3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雲　南　市　長　　様</w:t>
      </w:r>
    </w:p>
    <w:p w:rsidR="00FA33E3" w:rsidRPr="009B44A9" w:rsidRDefault="00FA33E3">
      <w:pPr>
        <w:ind w:right="840" w:firstLineChars="1500" w:firstLine="3150"/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>申請者　郵便番号</w:t>
      </w:r>
    </w:p>
    <w:p w:rsidR="00FA33E3" w:rsidRPr="009B44A9" w:rsidRDefault="00FA33E3">
      <w:pPr>
        <w:ind w:right="840"/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　　　　　　　　　　　　　　　　　住所　　　　　　　　　　　　</w:t>
      </w:r>
    </w:p>
    <w:p w:rsidR="00FA33E3" w:rsidRPr="009B44A9" w:rsidRDefault="00FA33E3">
      <w:pPr>
        <w:ind w:right="281"/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　　　　　　　　　　　　　　　　　ふりがな</w:t>
      </w:r>
    </w:p>
    <w:p w:rsidR="00EB6FDF" w:rsidRPr="009B44A9" w:rsidRDefault="00EB6FDF">
      <w:pPr>
        <w:ind w:right="281" w:firstLineChars="1900" w:firstLine="3990"/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氏名　　　　　　　　</w:t>
      </w:r>
    </w:p>
    <w:p w:rsidR="00FA33E3" w:rsidRPr="009B44A9" w:rsidRDefault="00FA33E3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　　　　　　　　　　　　　　　　　連絡先</w:t>
      </w:r>
    </w:p>
    <w:p w:rsidR="00FA33E3" w:rsidRPr="009B44A9" w:rsidRDefault="00FA33E3">
      <w:pPr>
        <w:rPr>
          <w:rFonts w:hAnsi="Courier New"/>
          <w:color w:val="000000" w:themeColor="text1"/>
        </w:rPr>
      </w:pPr>
    </w:p>
    <w:p w:rsidR="00FA33E3" w:rsidRPr="009B44A9" w:rsidRDefault="00FA33E3">
      <w:pPr>
        <w:ind w:left="210" w:hanging="210"/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雲南市太陽光発電</w:t>
      </w:r>
      <w:r w:rsidR="00A768B8" w:rsidRPr="009B44A9">
        <w:rPr>
          <w:rFonts w:hAnsi="Courier New" w:hint="eastAsia"/>
          <w:color w:val="000000" w:themeColor="text1"/>
        </w:rPr>
        <w:t>設備等</w:t>
      </w:r>
      <w:r w:rsidRPr="009B44A9">
        <w:rPr>
          <w:rFonts w:hAnsi="Courier New" w:hint="eastAsia"/>
          <w:color w:val="000000" w:themeColor="text1"/>
        </w:rPr>
        <w:t>導入促進事業補助金交付要綱第４条の規定により、補助金の交付を次のとおり申請します。</w:t>
      </w:r>
    </w:p>
    <w:p w:rsidR="00FA33E3" w:rsidRPr="009B44A9" w:rsidRDefault="00FA33E3">
      <w:pPr>
        <w:rPr>
          <w:rFonts w:hAnsi="Courier New"/>
          <w:color w:val="000000" w:themeColor="text1"/>
        </w:rPr>
      </w:pPr>
    </w:p>
    <w:p w:rsidR="00FA33E3" w:rsidRPr="009B44A9" w:rsidRDefault="00FA33E3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１　補助事業の名称</w:t>
      </w:r>
    </w:p>
    <w:p w:rsidR="00FA33E3" w:rsidRPr="009B44A9" w:rsidRDefault="002F38CC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　　</w:t>
      </w:r>
      <w:r w:rsidR="007F484F" w:rsidRPr="009B44A9">
        <w:rPr>
          <w:rFonts w:hAnsi="Courier New" w:hint="eastAsia"/>
          <w:color w:val="000000" w:themeColor="text1"/>
        </w:rPr>
        <w:t>雲南市太陽光発電設備等導入促進事業</w:t>
      </w:r>
      <w:r w:rsidR="00CC4394" w:rsidRPr="009B44A9">
        <w:rPr>
          <w:rFonts w:hAnsi="Courier New" w:hint="eastAsia"/>
          <w:color w:val="000000" w:themeColor="text1"/>
        </w:rPr>
        <w:t xml:space="preserve">(　</w:t>
      </w:r>
      <w:r w:rsidR="00FA33E3" w:rsidRPr="009B44A9">
        <w:rPr>
          <w:rFonts w:hAnsi="Courier New" w:hint="eastAsia"/>
          <w:color w:val="000000" w:themeColor="text1"/>
        </w:rPr>
        <w:t xml:space="preserve">住宅用　</w:t>
      </w:r>
      <w:r w:rsidR="00CC4394" w:rsidRPr="009B44A9">
        <w:rPr>
          <w:rFonts w:hAnsi="Courier New" w:hint="eastAsia"/>
          <w:color w:val="000000" w:themeColor="text1"/>
        </w:rPr>
        <w:t xml:space="preserve">　・　蓄電池設備</w:t>
      </w:r>
      <w:r w:rsidR="00FA33E3" w:rsidRPr="009B44A9">
        <w:rPr>
          <w:rFonts w:hAnsi="Courier New" w:hint="eastAsia"/>
          <w:color w:val="000000" w:themeColor="text1"/>
        </w:rPr>
        <w:t xml:space="preserve">　）</w:t>
      </w:r>
    </w:p>
    <w:p w:rsidR="00FA33E3" w:rsidRPr="009B44A9" w:rsidRDefault="00FA33E3">
      <w:pPr>
        <w:rPr>
          <w:rFonts w:hAnsi="Courier New"/>
          <w:color w:val="000000" w:themeColor="text1"/>
        </w:rPr>
      </w:pPr>
    </w:p>
    <w:p w:rsidR="00FA33E3" w:rsidRPr="009B44A9" w:rsidRDefault="00FA33E3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２　対象システムの内容</w:t>
      </w:r>
    </w:p>
    <w:p w:rsidR="00CC4394" w:rsidRPr="009B44A9" w:rsidRDefault="00D30BC9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　　(１)</w:t>
      </w:r>
      <w:r w:rsidR="00CC4394" w:rsidRPr="009B44A9">
        <w:rPr>
          <w:rFonts w:hAnsi="Courier New" w:hint="eastAsia"/>
          <w:color w:val="000000" w:themeColor="text1"/>
        </w:rPr>
        <w:t>太陽光発電システム</w:t>
      </w:r>
    </w:p>
    <w:p w:rsidR="00FA33E3" w:rsidRPr="009B44A9" w:rsidRDefault="00D30BC9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　　　</w:t>
      </w:r>
      <w:r w:rsidR="00FA33E3" w:rsidRPr="009B44A9">
        <w:rPr>
          <w:rFonts w:hAnsi="Courier New" w:hint="eastAsia"/>
          <w:color w:val="000000" w:themeColor="text1"/>
        </w:rPr>
        <w:t>メーカー名</w:t>
      </w:r>
      <w:r w:rsidR="00FA33E3" w:rsidRPr="009B44A9">
        <w:rPr>
          <w:rFonts w:hAnsi="Courier New" w:hint="eastAsia"/>
          <w:color w:val="000000" w:themeColor="text1"/>
          <w:u w:val="single"/>
        </w:rPr>
        <w:t xml:space="preserve">　　　　　　　　　</w:t>
      </w:r>
      <w:r w:rsidR="00CC4394" w:rsidRPr="009B44A9">
        <w:rPr>
          <w:rFonts w:hAnsi="Courier New" w:hint="eastAsia"/>
          <w:color w:val="000000" w:themeColor="text1"/>
        </w:rPr>
        <w:t xml:space="preserve">　</w:t>
      </w:r>
      <w:r w:rsidR="00FA33E3" w:rsidRPr="009B44A9">
        <w:rPr>
          <w:rFonts w:hAnsi="Courier New" w:hint="eastAsia"/>
          <w:color w:val="000000" w:themeColor="text1"/>
        </w:rPr>
        <w:t>太陽電池の公称最大出力合計値</w:t>
      </w:r>
      <w:r w:rsidR="00FA33E3" w:rsidRPr="009B44A9">
        <w:rPr>
          <w:rFonts w:hAnsi="Courier New" w:hint="eastAsia"/>
          <w:color w:val="000000" w:themeColor="text1"/>
          <w:u w:val="single"/>
        </w:rPr>
        <w:t xml:space="preserve">　　　　　　</w:t>
      </w:r>
      <w:r w:rsidR="00FA33E3" w:rsidRPr="009B44A9">
        <w:rPr>
          <w:rFonts w:hAnsi="Courier New" w:hint="eastAsia"/>
          <w:color w:val="000000" w:themeColor="text1"/>
        </w:rPr>
        <w:t>ｋｗ</w:t>
      </w:r>
    </w:p>
    <w:p w:rsidR="008701D5" w:rsidRPr="009B44A9" w:rsidRDefault="008701D5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　　　　　　　　　　　　　　　　　　パワーコンディショナの定額出力</w:t>
      </w:r>
      <w:r w:rsidRPr="009B44A9">
        <w:rPr>
          <w:rFonts w:hAnsi="Courier New" w:hint="eastAsia"/>
          <w:color w:val="000000" w:themeColor="text1"/>
          <w:u w:val="single"/>
        </w:rPr>
        <w:t xml:space="preserve">　　　　　</w:t>
      </w:r>
      <w:r w:rsidRPr="009B44A9">
        <w:rPr>
          <w:rFonts w:hAnsi="Courier New" w:hint="eastAsia"/>
          <w:color w:val="000000" w:themeColor="text1"/>
        </w:rPr>
        <w:t>ｋｗ</w:t>
      </w:r>
    </w:p>
    <w:p w:rsidR="00586899" w:rsidRPr="009B44A9" w:rsidRDefault="00586899">
      <w:pPr>
        <w:rPr>
          <w:rFonts w:hAnsi="Courier New"/>
          <w:color w:val="000000" w:themeColor="text1"/>
        </w:rPr>
      </w:pPr>
    </w:p>
    <w:p w:rsidR="00CC4394" w:rsidRPr="009B44A9" w:rsidRDefault="00D30BC9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　　(２)</w:t>
      </w:r>
      <w:r w:rsidR="00CC4394" w:rsidRPr="009B44A9">
        <w:rPr>
          <w:rFonts w:hAnsi="Courier New" w:hint="eastAsia"/>
          <w:color w:val="000000" w:themeColor="text1"/>
        </w:rPr>
        <w:t>蓄電池設備</w:t>
      </w:r>
    </w:p>
    <w:p w:rsidR="00CC4394" w:rsidRPr="009B44A9" w:rsidRDefault="00CC4394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　　　メーカー名</w:t>
      </w:r>
      <w:r w:rsidRPr="009B44A9">
        <w:rPr>
          <w:rFonts w:hAnsi="Courier New" w:hint="eastAsia"/>
          <w:color w:val="000000" w:themeColor="text1"/>
          <w:u w:val="single"/>
        </w:rPr>
        <w:t xml:space="preserve">　　　　　　　　　</w:t>
      </w:r>
      <w:r w:rsidRPr="009B44A9">
        <w:rPr>
          <w:rFonts w:hAnsi="Courier New" w:hint="eastAsia"/>
          <w:i/>
          <w:color w:val="000000" w:themeColor="text1"/>
        </w:rPr>
        <w:t xml:space="preserve">　</w:t>
      </w:r>
      <w:r w:rsidRPr="009B44A9">
        <w:rPr>
          <w:rFonts w:hAnsi="Courier New" w:hint="eastAsia"/>
          <w:color w:val="000000" w:themeColor="text1"/>
        </w:rPr>
        <w:t>蓄電容量</w:t>
      </w:r>
      <w:r w:rsidRPr="009B44A9">
        <w:rPr>
          <w:rFonts w:hAnsi="Courier New" w:hint="eastAsia"/>
          <w:color w:val="000000" w:themeColor="text1"/>
          <w:u w:val="single"/>
        </w:rPr>
        <w:t xml:space="preserve">　　　　　　</w:t>
      </w:r>
      <w:r w:rsidRPr="009B44A9">
        <w:rPr>
          <w:rFonts w:hAnsi="Courier New" w:hint="eastAsia"/>
          <w:color w:val="000000" w:themeColor="text1"/>
        </w:rPr>
        <w:t>ｋｗｈ</w:t>
      </w:r>
    </w:p>
    <w:p w:rsidR="00CC4394" w:rsidRPr="009B44A9" w:rsidRDefault="00CC4394">
      <w:pPr>
        <w:rPr>
          <w:rFonts w:hAnsi="Courier New"/>
          <w:color w:val="000000" w:themeColor="text1"/>
        </w:rPr>
      </w:pPr>
    </w:p>
    <w:p w:rsidR="00FA33E3" w:rsidRPr="009B44A9" w:rsidRDefault="00FA33E3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３　補助事業に要する経費及び補助金申請額</w:t>
      </w:r>
    </w:p>
    <w:p w:rsidR="00CC4394" w:rsidRPr="009B44A9" w:rsidRDefault="00D30BC9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　　(１)</w:t>
      </w:r>
      <w:r w:rsidR="00CC4394" w:rsidRPr="009B44A9">
        <w:rPr>
          <w:rFonts w:hAnsi="Courier New" w:hint="eastAsia"/>
          <w:color w:val="000000" w:themeColor="text1"/>
        </w:rPr>
        <w:t>太陽光発電システム</w:t>
      </w:r>
    </w:p>
    <w:p w:rsidR="00FA33E3" w:rsidRPr="009B44A9" w:rsidRDefault="00FA33E3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　　　</w:t>
      </w:r>
      <w:r w:rsidR="00D30BC9" w:rsidRPr="009B44A9">
        <w:rPr>
          <w:rFonts w:hAnsi="Courier New" w:hint="eastAsia"/>
          <w:color w:val="000000" w:themeColor="text1"/>
        </w:rPr>
        <w:t xml:space="preserve">　</w:t>
      </w:r>
      <w:r w:rsidRPr="009B44A9">
        <w:rPr>
          <w:rFonts w:hAnsi="Courier New" w:hint="eastAsia"/>
          <w:color w:val="000000" w:themeColor="text1"/>
        </w:rPr>
        <w:t xml:space="preserve">補助事業に要する経費　　金　</w:t>
      </w:r>
      <w:r w:rsidRPr="009B44A9">
        <w:rPr>
          <w:rFonts w:hAnsi="Courier New" w:hint="eastAsia"/>
          <w:color w:val="000000" w:themeColor="text1"/>
          <w:u w:val="single"/>
        </w:rPr>
        <w:t xml:space="preserve">　　　　　　　　　　</w:t>
      </w:r>
      <w:r w:rsidRPr="009B44A9">
        <w:rPr>
          <w:rFonts w:hAnsi="Courier New" w:hint="eastAsia"/>
          <w:color w:val="000000" w:themeColor="text1"/>
        </w:rPr>
        <w:t>円（消費税込み）</w:t>
      </w:r>
    </w:p>
    <w:p w:rsidR="00FA33E3" w:rsidRPr="009B44A9" w:rsidRDefault="00FA33E3">
      <w:pPr>
        <w:pStyle w:val="a7"/>
        <w:tabs>
          <w:tab w:val="clear" w:pos="4252"/>
          <w:tab w:val="clear" w:pos="8504"/>
        </w:tabs>
        <w:snapToGrid/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　　　</w:t>
      </w:r>
      <w:r w:rsidR="00D30BC9" w:rsidRPr="009B44A9">
        <w:rPr>
          <w:rFonts w:hAnsi="Courier New" w:hint="eastAsia"/>
          <w:color w:val="000000" w:themeColor="text1"/>
        </w:rPr>
        <w:t xml:space="preserve">　</w:t>
      </w:r>
      <w:r w:rsidRPr="009B44A9">
        <w:rPr>
          <w:rFonts w:hAnsi="Courier New" w:hint="eastAsia"/>
          <w:color w:val="000000" w:themeColor="text1"/>
        </w:rPr>
        <w:t xml:space="preserve">補助金交付申請額　　　　金　</w:t>
      </w:r>
      <w:r w:rsidRPr="009B44A9">
        <w:rPr>
          <w:rFonts w:hAnsi="Courier New" w:hint="eastAsia"/>
          <w:color w:val="000000" w:themeColor="text1"/>
          <w:u w:val="single"/>
        </w:rPr>
        <w:t xml:space="preserve">　　　　　　　　　　</w:t>
      </w:r>
      <w:r w:rsidRPr="009B44A9">
        <w:rPr>
          <w:rFonts w:hAnsi="Courier New" w:hint="eastAsia"/>
          <w:color w:val="000000" w:themeColor="text1"/>
        </w:rPr>
        <w:t>円</w:t>
      </w:r>
      <w:r w:rsidR="00D30BC9" w:rsidRPr="009B44A9">
        <w:rPr>
          <w:rFonts w:hAnsi="Courier New" w:hint="eastAsia"/>
          <w:color w:val="000000" w:themeColor="text1"/>
        </w:rPr>
        <w:t xml:space="preserve">　…①</w:t>
      </w:r>
    </w:p>
    <w:p w:rsidR="00586899" w:rsidRPr="009B44A9" w:rsidRDefault="00586899">
      <w:pPr>
        <w:pStyle w:val="a7"/>
        <w:tabs>
          <w:tab w:val="clear" w:pos="4252"/>
          <w:tab w:val="clear" w:pos="8504"/>
        </w:tabs>
        <w:snapToGrid/>
        <w:rPr>
          <w:rFonts w:hAnsi="Courier New"/>
          <w:color w:val="000000" w:themeColor="text1"/>
        </w:rPr>
      </w:pPr>
    </w:p>
    <w:p w:rsidR="00FA33E3" w:rsidRPr="009B44A9" w:rsidRDefault="00D30BC9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　　(２)</w:t>
      </w:r>
      <w:r w:rsidR="00CC4394" w:rsidRPr="009B44A9">
        <w:rPr>
          <w:rFonts w:hAnsi="Courier New" w:hint="eastAsia"/>
          <w:color w:val="000000" w:themeColor="text1"/>
        </w:rPr>
        <w:t>蓄電池設備</w:t>
      </w:r>
    </w:p>
    <w:p w:rsidR="00586899" w:rsidRPr="009B44A9" w:rsidRDefault="00586899" w:rsidP="00D30BC9">
      <w:pPr>
        <w:ind w:firstLineChars="600" w:firstLine="1260"/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補助事業に要する経費　　金　</w:t>
      </w:r>
      <w:r w:rsidRPr="009B44A9">
        <w:rPr>
          <w:rFonts w:hAnsi="Courier New" w:hint="eastAsia"/>
          <w:color w:val="000000" w:themeColor="text1"/>
          <w:u w:val="single"/>
        </w:rPr>
        <w:t xml:space="preserve">　　　　　　　　　　</w:t>
      </w:r>
      <w:r w:rsidRPr="009B44A9">
        <w:rPr>
          <w:rFonts w:hAnsi="Courier New" w:hint="eastAsia"/>
          <w:color w:val="000000" w:themeColor="text1"/>
        </w:rPr>
        <w:t>円（消費税込み）</w:t>
      </w:r>
    </w:p>
    <w:p w:rsidR="00586899" w:rsidRPr="009B44A9" w:rsidRDefault="00586899" w:rsidP="00586899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　　　</w:t>
      </w:r>
      <w:r w:rsidR="00D30BC9" w:rsidRPr="009B44A9">
        <w:rPr>
          <w:rFonts w:hAnsi="Courier New" w:hint="eastAsia"/>
          <w:color w:val="000000" w:themeColor="text1"/>
        </w:rPr>
        <w:t xml:space="preserve">　</w:t>
      </w:r>
      <w:r w:rsidRPr="009B44A9">
        <w:rPr>
          <w:rFonts w:hAnsi="Courier New" w:hint="eastAsia"/>
          <w:color w:val="000000" w:themeColor="text1"/>
        </w:rPr>
        <w:t xml:space="preserve">補助金交付申請額　　　　金　</w:t>
      </w:r>
      <w:r w:rsidRPr="009B44A9">
        <w:rPr>
          <w:rFonts w:hAnsi="Courier New" w:hint="eastAsia"/>
          <w:color w:val="000000" w:themeColor="text1"/>
          <w:u w:val="single"/>
        </w:rPr>
        <w:t xml:space="preserve">　　　　　　　　　　</w:t>
      </w:r>
      <w:r w:rsidRPr="009B44A9">
        <w:rPr>
          <w:rFonts w:hAnsi="Courier New" w:hint="eastAsia"/>
          <w:color w:val="000000" w:themeColor="text1"/>
        </w:rPr>
        <w:t>円</w:t>
      </w:r>
      <w:r w:rsidR="00D30BC9" w:rsidRPr="009B44A9">
        <w:rPr>
          <w:rFonts w:hAnsi="Courier New" w:hint="eastAsia"/>
          <w:color w:val="000000" w:themeColor="text1"/>
        </w:rPr>
        <w:t xml:space="preserve">　…②</w:t>
      </w:r>
    </w:p>
    <w:p w:rsidR="00D30BC9" w:rsidRPr="009B44A9" w:rsidRDefault="00D30BC9" w:rsidP="00586899">
      <w:pPr>
        <w:rPr>
          <w:rFonts w:hAnsi="Courier New"/>
          <w:color w:val="000000" w:themeColor="text1"/>
        </w:rPr>
      </w:pPr>
    </w:p>
    <w:p w:rsidR="00D30BC9" w:rsidRPr="009B44A9" w:rsidRDefault="00D30BC9" w:rsidP="00586899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　　○補助金交付申請額合計(①＋②)　 金　</w:t>
      </w:r>
      <w:r w:rsidRPr="009B44A9">
        <w:rPr>
          <w:rFonts w:hAnsi="Courier New" w:hint="eastAsia"/>
          <w:color w:val="000000" w:themeColor="text1"/>
          <w:u w:val="single"/>
        </w:rPr>
        <w:t xml:space="preserve">　　　　　　　　　　</w:t>
      </w:r>
      <w:r w:rsidRPr="009B44A9">
        <w:rPr>
          <w:rFonts w:hAnsi="Courier New" w:hint="eastAsia"/>
          <w:color w:val="000000" w:themeColor="text1"/>
        </w:rPr>
        <w:t xml:space="preserve">円　</w:t>
      </w:r>
    </w:p>
    <w:p w:rsidR="00FA33E3" w:rsidRPr="009B44A9" w:rsidRDefault="00FA33E3">
      <w:pPr>
        <w:rPr>
          <w:rFonts w:hAnsi="Courier New"/>
          <w:color w:val="000000" w:themeColor="text1"/>
        </w:rPr>
      </w:pPr>
    </w:p>
    <w:p w:rsidR="00FA33E3" w:rsidRPr="009B44A9" w:rsidRDefault="00FA33E3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４　補助事業の着手及び完了予定年月日　　　着手　</w:t>
      </w:r>
      <w:r w:rsidRPr="009B44A9">
        <w:rPr>
          <w:rFonts w:hAnsi="Courier New" w:hint="eastAsia"/>
          <w:color w:val="000000" w:themeColor="text1"/>
          <w:u w:val="single"/>
        </w:rPr>
        <w:t xml:space="preserve">　</w:t>
      </w:r>
      <w:r w:rsidR="00586899" w:rsidRPr="009B44A9">
        <w:rPr>
          <w:rFonts w:hAnsi="Courier New" w:hint="eastAsia"/>
          <w:color w:val="000000" w:themeColor="text1"/>
          <w:u w:val="single"/>
        </w:rPr>
        <w:t xml:space="preserve">　</w:t>
      </w:r>
      <w:r w:rsidRPr="009B44A9">
        <w:rPr>
          <w:rFonts w:hAnsi="Courier New" w:hint="eastAsia"/>
          <w:color w:val="000000" w:themeColor="text1"/>
          <w:u w:val="single"/>
        </w:rPr>
        <w:t xml:space="preserve">　　　</w:t>
      </w:r>
      <w:r w:rsidRPr="009B44A9">
        <w:rPr>
          <w:rFonts w:hAnsi="Courier New" w:hint="eastAsia"/>
          <w:color w:val="000000" w:themeColor="text1"/>
        </w:rPr>
        <w:t>年</w:t>
      </w:r>
      <w:r w:rsidRPr="009B44A9">
        <w:rPr>
          <w:rFonts w:hAnsi="Courier New" w:hint="eastAsia"/>
          <w:color w:val="000000" w:themeColor="text1"/>
          <w:u w:val="single"/>
        </w:rPr>
        <w:t xml:space="preserve">　　</w:t>
      </w:r>
      <w:r w:rsidRPr="009B44A9">
        <w:rPr>
          <w:rFonts w:hAnsi="Courier New" w:hint="eastAsia"/>
          <w:color w:val="000000" w:themeColor="text1"/>
        </w:rPr>
        <w:t>月</w:t>
      </w:r>
      <w:r w:rsidRPr="009B44A9">
        <w:rPr>
          <w:rFonts w:hAnsi="Courier New" w:hint="eastAsia"/>
          <w:color w:val="000000" w:themeColor="text1"/>
          <w:u w:val="single"/>
        </w:rPr>
        <w:t xml:space="preserve">　　</w:t>
      </w:r>
      <w:r w:rsidRPr="009B44A9">
        <w:rPr>
          <w:rFonts w:hAnsi="Courier New" w:hint="eastAsia"/>
          <w:color w:val="000000" w:themeColor="text1"/>
        </w:rPr>
        <w:t>日</w:t>
      </w:r>
    </w:p>
    <w:p w:rsidR="00586899" w:rsidRPr="009B44A9" w:rsidRDefault="00586899">
      <w:pPr>
        <w:rPr>
          <w:rFonts w:hAnsi="Courier New"/>
          <w:color w:val="000000" w:themeColor="text1"/>
        </w:rPr>
      </w:pPr>
    </w:p>
    <w:p w:rsidR="00FA33E3" w:rsidRPr="009B44A9" w:rsidRDefault="00FA33E3">
      <w:pPr>
        <w:ind w:firstLineChars="2300" w:firstLine="4830"/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完了　</w:t>
      </w:r>
      <w:r w:rsidRPr="009B44A9">
        <w:rPr>
          <w:rFonts w:hAnsi="Courier New" w:hint="eastAsia"/>
          <w:color w:val="000000" w:themeColor="text1"/>
          <w:u w:val="single"/>
        </w:rPr>
        <w:t xml:space="preserve">　　</w:t>
      </w:r>
      <w:r w:rsidR="00586899" w:rsidRPr="009B44A9">
        <w:rPr>
          <w:rFonts w:hAnsi="Courier New" w:hint="eastAsia"/>
          <w:color w:val="000000" w:themeColor="text1"/>
          <w:u w:val="single"/>
        </w:rPr>
        <w:t xml:space="preserve">　</w:t>
      </w:r>
      <w:r w:rsidRPr="009B44A9">
        <w:rPr>
          <w:rFonts w:hAnsi="Courier New" w:hint="eastAsia"/>
          <w:color w:val="000000" w:themeColor="text1"/>
          <w:u w:val="single"/>
        </w:rPr>
        <w:t xml:space="preserve">　　</w:t>
      </w:r>
      <w:r w:rsidRPr="009B44A9">
        <w:rPr>
          <w:rFonts w:hAnsi="Courier New" w:hint="eastAsia"/>
          <w:color w:val="000000" w:themeColor="text1"/>
        </w:rPr>
        <w:t>年</w:t>
      </w:r>
      <w:r w:rsidRPr="009B44A9">
        <w:rPr>
          <w:rFonts w:hAnsi="Courier New" w:hint="eastAsia"/>
          <w:color w:val="000000" w:themeColor="text1"/>
          <w:u w:val="single"/>
        </w:rPr>
        <w:t xml:space="preserve">　　</w:t>
      </w:r>
      <w:r w:rsidRPr="009B44A9">
        <w:rPr>
          <w:rFonts w:hAnsi="Courier New" w:hint="eastAsia"/>
          <w:color w:val="000000" w:themeColor="text1"/>
        </w:rPr>
        <w:t>月</w:t>
      </w:r>
      <w:r w:rsidRPr="009B44A9">
        <w:rPr>
          <w:rFonts w:hAnsi="Courier New" w:hint="eastAsia"/>
          <w:color w:val="000000" w:themeColor="text1"/>
          <w:u w:val="single"/>
        </w:rPr>
        <w:t xml:space="preserve">　　</w:t>
      </w:r>
      <w:r w:rsidRPr="009B44A9">
        <w:rPr>
          <w:rFonts w:hAnsi="Courier New" w:hint="eastAsia"/>
          <w:color w:val="000000" w:themeColor="text1"/>
        </w:rPr>
        <w:t>日</w:t>
      </w:r>
    </w:p>
    <w:p w:rsidR="00FA33E3" w:rsidRDefault="00FA33E3">
      <w:pPr>
        <w:rPr>
          <w:rFonts w:hAnsi="Courier New"/>
          <w:color w:val="000000" w:themeColor="text1"/>
        </w:rPr>
      </w:pPr>
    </w:p>
    <w:p w:rsidR="009B44A9" w:rsidRPr="009B44A9" w:rsidRDefault="009B44A9">
      <w:pPr>
        <w:rPr>
          <w:rFonts w:hAnsi="Courier New" w:hint="eastAsia"/>
          <w:color w:val="000000" w:themeColor="text1"/>
        </w:rPr>
      </w:pPr>
      <w:bookmarkStart w:id="0" w:name="_GoBack"/>
      <w:bookmarkEnd w:id="0"/>
    </w:p>
    <w:p w:rsidR="00586899" w:rsidRPr="009B44A9" w:rsidRDefault="00586899" w:rsidP="00586899">
      <w:pPr>
        <w:jc w:val="center"/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>【裏面に続く】</w:t>
      </w:r>
    </w:p>
    <w:p w:rsidR="00FA33E3" w:rsidRPr="009B44A9" w:rsidRDefault="00FA33E3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lastRenderedPageBreak/>
        <w:t xml:space="preserve">　添付書類</w:t>
      </w:r>
    </w:p>
    <w:p w:rsidR="00FA33E3" w:rsidRPr="009B44A9" w:rsidRDefault="00FA33E3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</w:t>
      </w:r>
      <w:r w:rsidR="00586899" w:rsidRPr="009B44A9">
        <w:rPr>
          <w:rFonts w:hAnsi="Courier New" w:hint="eastAsia"/>
          <w:color w:val="000000" w:themeColor="text1"/>
        </w:rPr>
        <w:t>・</w:t>
      </w:r>
      <w:r w:rsidRPr="009B44A9">
        <w:rPr>
          <w:rFonts w:hAnsi="Courier New" w:hint="eastAsia"/>
          <w:color w:val="000000" w:themeColor="text1"/>
        </w:rPr>
        <w:t>経費の内訳が明記されている工事請負契約書の写し</w:t>
      </w:r>
    </w:p>
    <w:p w:rsidR="007F484F" w:rsidRPr="009B44A9" w:rsidRDefault="00FA33E3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</w:t>
      </w:r>
      <w:r w:rsidR="00586899" w:rsidRPr="009B44A9">
        <w:rPr>
          <w:rFonts w:hAnsi="Courier New" w:hint="eastAsia"/>
          <w:color w:val="000000" w:themeColor="text1"/>
        </w:rPr>
        <w:t>・</w:t>
      </w:r>
      <w:r w:rsidRPr="009B44A9">
        <w:rPr>
          <w:rFonts w:hAnsi="Courier New" w:hint="eastAsia"/>
          <w:color w:val="000000" w:themeColor="text1"/>
        </w:rPr>
        <w:t>太陽電池の最大出力合計値を確認することができるもの</w:t>
      </w:r>
    </w:p>
    <w:p w:rsidR="00FA33E3" w:rsidRPr="009B44A9" w:rsidRDefault="007F484F" w:rsidP="007F484F">
      <w:pPr>
        <w:ind w:firstLineChars="300" w:firstLine="630"/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>(太陽光発電システムを設置する場合)</w:t>
      </w:r>
    </w:p>
    <w:p w:rsidR="00586899" w:rsidRPr="009B44A9" w:rsidRDefault="00CC4394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</w:t>
      </w:r>
      <w:r w:rsidR="00586899" w:rsidRPr="009B44A9">
        <w:rPr>
          <w:rFonts w:hAnsi="Courier New" w:hint="eastAsia"/>
          <w:color w:val="000000" w:themeColor="text1"/>
        </w:rPr>
        <w:t>・</w:t>
      </w:r>
      <w:r w:rsidRPr="009B44A9">
        <w:rPr>
          <w:rFonts w:hAnsi="Courier New" w:hint="eastAsia"/>
          <w:color w:val="000000" w:themeColor="text1"/>
        </w:rPr>
        <w:t>蓄電池設備の仕様等が確認できるカタログ等の写し(蓄電池設備を設置する場合)</w:t>
      </w:r>
    </w:p>
    <w:p w:rsidR="00FA33E3" w:rsidRPr="009B44A9" w:rsidRDefault="00586899">
      <w:pPr>
        <w:ind w:firstLineChars="200" w:firstLine="420"/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>・</w:t>
      </w:r>
      <w:r w:rsidR="00FA33E3" w:rsidRPr="009B44A9">
        <w:rPr>
          <w:rFonts w:hAnsi="Courier New" w:hint="eastAsia"/>
          <w:color w:val="000000" w:themeColor="text1"/>
        </w:rPr>
        <w:t>工事着工前の現況写真</w:t>
      </w:r>
    </w:p>
    <w:p w:rsidR="00FA33E3" w:rsidRPr="009B44A9" w:rsidRDefault="00FA33E3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</w:t>
      </w:r>
      <w:r w:rsidR="00586899" w:rsidRPr="009B44A9">
        <w:rPr>
          <w:rFonts w:hAnsi="Courier New" w:hint="eastAsia"/>
          <w:color w:val="000000" w:themeColor="text1"/>
        </w:rPr>
        <w:t>・</w:t>
      </w:r>
      <w:r w:rsidRPr="009B44A9">
        <w:rPr>
          <w:rFonts w:hAnsi="Courier New" w:hint="eastAsia"/>
          <w:color w:val="000000" w:themeColor="text1"/>
        </w:rPr>
        <w:t>設置場所の地図</w:t>
      </w:r>
    </w:p>
    <w:p w:rsidR="00FA33E3" w:rsidRPr="009B44A9" w:rsidRDefault="00FA33E3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</w:t>
      </w:r>
      <w:r w:rsidR="00586899" w:rsidRPr="009B44A9">
        <w:rPr>
          <w:rFonts w:hAnsi="Courier New" w:hint="eastAsia"/>
          <w:color w:val="000000" w:themeColor="text1"/>
        </w:rPr>
        <w:t>・</w:t>
      </w:r>
      <w:r w:rsidRPr="009B44A9">
        <w:rPr>
          <w:rFonts w:hAnsi="Courier New" w:hint="eastAsia"/>
          <w:color w:val="000000" w:themeColor="text1"/>
        </w:rPr>
        <w:t>住民票（世帯全員の氏名があるもの）</w:t>
      </w:r>
    </w:p>
    <w:p w:rsidR="00586899" w:rsidRPr="009B44A9" w:rsidRDefault="00586899">
      <w:pPr>
        <w:rPr>
          <w:rFonts w:hAnsi="Courier New"/>
          <w:color w:val="000000" w:themeColor="text1"/>
          <w:szCs w:val="21"/>
        </w:rPr>
      </w:pPr>
      <w:r w:rsidRPr="009B44A9">
        <w:rPr>
          <w:rFonts w:hAnsi="Courier New" w:hint="eastAsia"/>
          <w:color w:val="000000" w:themeColor="text1"/>
        </w:rPr>
        <w:t xml:space="preserve">　　・</w:t>
      </w:r>
      <w:r w:rsidRPr="009B44A9">
        <w:rPr>
          <w:rFonts w:hint="eastAsia"/>
          <w:bCs/>
          <w:color w:val="000000" w:themeColor="text1"/>
          <w:szCs w:val="21"/>
        </w:rPr>
        <w:t>口座振替払申出書兼債権者登録（変更・追加）申出書</w:t>
      </w:r>
    </w:p>
    <w:p w:rsidR="00FA33E3" w:rsidRPr="009B44A9" w:rsidRDefault="00FA33E3">
      <w:pPr>
        <w:rPr>
          <w:rFonts w:hAnsi="Courier New"/>
          <w:color w:val="000000" w:themeColor="text1"/>
        </w:rPr>
      </w:pPr>
      <w:r w:rsidRPr="009B44A9">
        <w:rPr>
          <w:rFonts w:hAnsi="Courier New" w:hint="eastAsia"/>
          <w:color w:val="000000" w:themeColor="text1"/>
        </w:rPr>
        <w:t xml:space="preserve">　　</w:t>
      </w:r>
      <w:r w:rsidR="00586899" w:rsidRPr="009B44A9">
        <w:rPr>
          <w:rFonts w:hAnsi="Courier New" w:hint="eastAsia"/>
          <w:color w:val="000000" w:themeColor="text1"/>
        </w:rPr>
        <w:t>・</w:t>
      </w:r>
      <w:r w:rsidRPr="009B44A9">
        <w:rPr>
          <w:rFonts w:hAnsi="Courier New" w:hint="eastAsia"/>
          <w:color w:val="000000" w:themeColor="text1"/>
        </w:rPr>
        <w:t>その他参考となる資料</w:t>
      </w:r>
    </w:p>
    <w:sectPr w:rsidR="00FA33E3" w:rsidRPr="009B44A9">
      <w:pgSz w:w="11906" w:h="16838" w:code="9"/>
      <w:pgMar w:top="1134" w:right="1418" w:bottom="1134" w:left="1418" w:header="567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599" w:rsidRDefault="00DE0599">
      <w:r>
        <w:separator/>
      </w:r>
    </w:p>
  </w:endnote>
  <w:endnote w:type="continuationSeparator" w:id="0">
    <w:p w:rsidR="00DE0599" w:rsidRDefault="00DE0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599" w:rsidRDefault="00DE0599">
      <w:r>
        <w:separator/>
      </w:r>
    </w:p>
  </w:footnote>
  <w:footnote w:type="continuationSeparator" w:id="0">
    <w:p w:rsidR="00DE0599" w:rsidRDefault="00DE0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424884"/>
    <w:multiLevelType w:val="hybridMultilevel"/>
    <w:tmpl w:val="5F580AD4"/>
    <w:lvl w:ilvl="0" w:tplc="7204763C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attachedTemplate r:id="rId1"/>
  <w:defaultTabStop w:val="851"/>
  <w:drawingGridHorizontalSpacing w:val="99"/>
  <w:drawingGridVerticalSpacing w:val="335"/>
  <w:displayHorizont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392"/>
    <w:rsid w:val="00023BA0"/>
    <w:rsid w:val="00094929"/>
    <w:rsid w:val="0020767C"/>
    <w:rsid w:val="002177DD"/>
    <w:rsid w:val="00220B2E"/>
    <w:rsid w:val="002F38CC"/>
    <w:rsid w:val="004B6D09"/>
    <w:rsid w:val="00586899"/>
    <w:rsid w:val="006207C1"/>
    <w:rsid w:val="00661F9C"/>
    <w:rsid w:val="0067257D"/>
    <w:rsid w:val="006F3888"/>
    <w:rsid w:val="006F6619"/>
    <w:rsid w:val="007D7384"/>
    <w:rsid w:val="007E4392"/>
    <w:rsid w:val="007F484F"/>
    <w:rsid w:val="008701D5"/>
    <w:rsid w:val="00894A37"/>
    <w:rsid w:val="009B0EF0"/>
    <w:rsid w:val="009B44A9"/>
    <w:rsid w:val="00A768B8"/>
    <w:rsid w:val="00C546C2"/>
    <w:rsid w:val="00CB526A"/>
    <w:rsid w:val="00CC4394"/>
    <w:rsid w:val="00D30BC9"/>
    <w:rsid w:val="00D76B99"/>
    <w:rsid w:val="00DD264C"/>
    <w:rsid w:val="00DE0599"/>
    <w:rsid w:val="00EA752E"/>
    <w:rsid w:val="00EB6FDF"/>
    <w:rsid w:val="00FA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139DB6F"/>
  <w14:defaultImageDpi w14:val="0"/>
  <w15:docId w15:val="{B472D6A7-A8FB-4003-BB05-02186FFAC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第＊条"/>
    <w:basedOn w:val="a"/>
    <w:pPr>
      <w:ind w:left="210" w:hanging="210"/>
    </w:pPr>
  </w:style>
  <w:style w:type="paragraph" w:customStyle="1" w:styleId="a4">
    <w:name w:val="項"/>
    <w:basedOn w:val="a"/>
    <w:pPr>
      <w:ind w:left="210" w:hanging="210"/>
    </w:pPr>
  </w:style>
  <w:style w:type="paragraph" w:customStyle="1" w:styleId="a5">
    <w:name w:val="号"/>
    <w:basedOn w:val="a4"/>
    <w:pPr>
      <w:ind w:left="420" w:hanging="420"/>
    </w:pPr>
  </w:style>
  <w:style w:type="paragraph" w:customStyle="1" w:styleId="a6">
    <w:name w:val="号細分"/>
    <w:basedOn w:val="a"/>
    <w:pPr>
      <w:ind w:left="686" w:hanging="686"/>
    </w:pPr>
  </w:style>
  <w:style w:type="paragraph" w:styleId="a7">
    <w:name w:val="head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ascii="ＭＳ 明朝" w:cs="Times New Roman"/>
      <w:kern w:val="2"/>
      <w:sz w:val="21"/>
    </w:rPr>
  </w:style>
  <w:style w:type="paragraph" w:styleId="a9">
    <w:name w:val="footer"/>
    <w:basedOn w:val="a"/>
    <w:link w:val="aa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ascii="ＭＳ 明朝" w:cs="Times New Roman"/>
      <w:kern w:val="2"/>
      <w:sz w:val="21"/>
    </w:rPr>
  </w:style>
  <w:style w:type="paragraph" w:customStyle="1" w:styleId="ab">
    <w:name w:val="タイトル"/>
    <w:basedOn w:val="a"/>
    <w:pPr>
      <w:ind w:left="919" w:right="902"/>
    </w:pPr>
    <w:rPr>
      <w:spacing w:val="2"/>
      <w:sz w:val="28"/>
    </w:rPr>
  </w:style>
  <w:style w:type="paragraph" w:styleId="ac">
    <w:name w:val="Body Text Indent"/>
    <w:basedOn w:val="a"/>
    <w:link w:val="ad"/>
    <w:uiPriority w:val="99"/>
    <w:semiHidden/>
    <w:pPr>
      <w:ind w:left="229" w:hangingChars="100" w:hanging="229"/>
    </w:pPr>
    <w:rPr>
      <w:rFonts w:hAnsi="Courier New"/>
      <w:color w:val="FF0000"/>
    </w:rPr>
  </w:style>
  <w:style w:type="character" w:customStyle="1" w:styleId="ad">
    <w:name w:val="本文インデント (文字)"/>
    <w:basedOn w:val="a0"/>
    <w:link w:val="ac"/>
    <w:uiPriority w:val="99"/>
    <w:semiHidden/>
    <w:locked/>
    <w:rPr>
      <w:rFonts w:ascii="ＭＳ 明朝" w:cs="Times New Roman"/>
      <w:kern w:val="2"/>
      <w:sz w:val="21"/>
    </w:rPr>
  </w:style>
  <w:style w:type="character" w:styleId="ae">
    <w:name w:val="page number"/>
    <w:basedOn w:val="a0"/>
    <w:uiPriority w:val="99"/>
    <w:semiHidden/>
    <w:rPr>
      <w:rFonts w:cs="Times New Roman"/>
    </w:rPr>
  </w:style>
  <w:style w:type="paragraph" w:styleId="af">
    <w:name w:val="Note Heading"/>
    <w:basedOn w:val="a"/>
    <w:next w:val="a"/>
    <w:link w:val="af0"/>
    <w:uiPriority w:val="99"/>
    <w:semiHidden/>
    <w:pPr>
      <w:jc w:val="center"/>
    </w:pPr>
    <w:rPr>
      <w:rFonts w:hAnsi="Courier New"/>
    </w:rPr>
  </w:style>
  <w:style w:type="character" w:customStyle="1" w:styleId="af0">
    <w:name w:val="記 (文字)"/>
    <w:basedOn w:val="a0"/>
    <w:link w:val="af"/>
    <w:uiPriority w:val="99"/>
    <w:locked/>
    <w:rPr>
      <w:rFonts w:ascii="ＭＳ 明朝" w:hAnsi="Courier New" w:cs="Times New Roman"/>
      <w:kern w:val="2"/>
      <w:sz w:val="21"/>
    </w:rPr>
  </w:style>
  <w:style w:type="paragraph" w:styleId="af1">
    <w:name w:val="Balloon Text"/>
    <w:basedOn w:val="a"/>
    <w:link w:val="af2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locked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&#21512;&#20341;&#27972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合併浄書.dot</Template>
  <TotalTime>68</TotalTime>
  <Pages>2</Pages>
  <Words>573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雲南市住宅用太陽光発電導入促進事業補助金交付要綱</vt:lpstr>
    </vt:vector>
  </TitlesOfParts>
  <Manager> </Manager>
  <Company> 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雲南市住宅用太陽光発電導入促進事業補助金交付要綱</dc:title>
  <dc:subject> </dc:subject>
  <dc:creator>雲南市市民環境生活課</dc:creator>
  <cp:keywords/>
  <dc:description/>
  <cp:lastModifiedBy>雲南市</cp:lastModifiedBy>
  <cp:revision>19</cp:revision>
  <cp:lastPrinted>2013-02-15T07:28:00Z</cp:lastPrinted>
  <dcterms:created xsi:type="dcterms:W3CDTF">2018-09-04T05:26:00Z</dcterms:created>
  <dcterms:modified xsi:type="dcterms:W3CDTF">2025-04-10T07:10:00Z</dcterms:modified>
</cp:coreProperties>
</file>